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224"/>
        <w:gridCol w:w="1745"/>
        <w:gridCol w:w="2306"/>
      </w:tblGrid>
      <w:tr w:rsidR="00761097" w:rsidRPr="00761097" w14:paraId="68E4165D" w14:textId="77777777" w:rsidTr="00761097">
        <w:trPr>
          <w:trHeight w:val="300"/>
        </w:trPr>
        <w:tc>
          <w:tcPr>
            <w:tcW w:w="96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4FD63CB7" w14:textId="4335D4F3" w:rsidR="00761097" w:rsidRPr="00A640A5" w:rsidRDefault="00A640A5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A640A5">
              <w:rPr>
                <w:b/>
                <w:color w:val="FFFFFF" w:themeColor="background1"/>
              </w:rPr>
              <w:t>Technika pro údržbu železničních prostranství</w:t>
            </w:r>
          </w:p>
        </w:tc>
      </w:tr>
      <w:tr w:rsidR="00761097" w:rsidRPr="00761097" w14:paraId="1A75CF5B" w14:textId="77777777" w:rsidTr="00761097">
        <w:trPr>
          <w:trHeight w:val="300"/>
        </w:trPr>
        <w:tc>
          <w:tcPr>
            <w:tcW w:w="96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113ADE7B" w14:textId="41D0DF19" w:rsidR="00761097" w:rsidRPr="00A640A5" w:rsidRDefault="00761097" w:rsidP="00A640A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proofErr w:type="spellStart"/>
            <w:r w:rsidRPr="00A640A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ev.č</w:t>
            </w:r>
            <w:proofErr w:type="spellEnd"/>
            <w:r w:rsidRPr="00A640A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. VZ: </w:t>
            </w:r>
            <w:r w:rsidR="00A640A5" w:rsidRPr="00A640A5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63523098</w:t>
            </w:r>
          </w:p>
        </w:tc>
      </w:tr>
      <w:tr w:rsidR="00761097" w:rsidRPr="00761097" w14:paraId="769B75FA" w14:textId="77777777" w:rsidTr="00761097">
        <w:trPr>
          <w:trHeight w:val="20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9227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3AF92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3FDF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FA99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61097" w:rsidRPr="00761097" w14:paraId="1CEE4AB1" w14:textId="77777777" w:rsidTr="00761097">
        <w:trPr>
          <w:trHeight w:val="87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9FE94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54A6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438D3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CC4C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761097" w:rsidRPr="00761097" w14:paraId="782DBBE6" w14:textId="77777777" w:rsidTr="00761097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41BEC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032B5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ručně </w:t>
            </w:r>
            <w:proofErr w:type="spellStart"/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ved</w:t>
            </w:r>
            <w:proofErr w:type="spellEnd"/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. nosiče nářadí: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61AE7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B02DEE5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761097" w:rsidRPr="00761097" w14:paraId="2012A5CD" w14:textId="77777777" w:rsidTr="00761097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8E560D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887EEFD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83795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A8F02C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761097" w:rsidRPr="00761097" w14:paraId="3DEAD9AB" w14:textId="77777777" w:rsidTr="00761097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F5D7A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1C70A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svahového nosiče nářadí: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DD3E7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E5715C5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761097" w:rsidRPr="00761097" w14:paraId="3C6296A8" w14:textId="77777777" w:rsidTr="00761097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AD4A50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408CD0F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F84CD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689D5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761097" w:rsidRPr="00761097" w14:paraId="3E766D51" w14:textId="77777777" w:rsidTr="00761097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A828D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F14B2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komunální sekačky 4x4: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9B05B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1AF55AD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761097" w:rsidRPr="00761097" w14:paraId="23510913" w14:textId="77777777" w:rsidTr="00761097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4CA15B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6D7043C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A6C61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CA55F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761097" w:rsidRPr="00761097" w14:paraId="6B21DE2C" w14:textId="77777777" w:rsidTr="00761097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5F664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A4807" w14:textId="4DDAC6B3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</w:t>
            </w:r>
            <w:r w:rsidR="00A640A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označení </w:t>
            </w: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přípojného vozidla:</w:t>
            </w:r>
          </w:p>
        </w:tc>
        <w:tc>
          <w:tcPr>
            <w:tcW w:w="1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9E505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23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023DEAA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761097" w:rsidRPr="00761097" w14:paraId="7BE6BBE3" w14:textId="77777777" w:rsidTr="00761097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552397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6431706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6F961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9BA8F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761097" w:rsidRPr="00761097" w14:paraId="1739F5A0" w14:textId="77777777" w:rsidTr="00761097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2FFA7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5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6A42E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v místě dodávky (obvod OŘ Ostrava)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52B82" w14:textId="2055B6D2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2046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stroje</w:t>
            </w:r>
          </w:p>
        </w:tc>
      </w:tr>
      <w:tr w:rsidR="00761097" w:rsidRPr="00761097" w14:paraId="2EAE8F01" w14:textId="77777777" w:rsidTr="00761097">
        <w:trPr>
          <w:trHeight w:val="4330"/>
        </w:trPr>
        <w:tc>
          <w:tcPr>
            <w:tcW w:w="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4BA95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6E4C2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Provádění předepsaných servisních úkonů dodavatelem v ceně stroje a v intervalech předepsaných výrobcem stroje na základě jeho servisního plánu,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částic.</w:t>
            </w:r>
          </w:p>
        </w:tc>
        <w:tc>
          <w:tcPr>
            <w:tcW w:w="17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BF45" w14:textId="77A9223B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 dobu záruční lhůty, nebo do nájezdu 500 MTH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076E8" w14:textId="77777777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761097" w:rsidRPr="00761097" w14:paraId="1139D361" w14:textId="77777777" w:rsidTr="00761097">
        <w:trPr>
          <w:trHeight w:val="403"/>
        </w:trPr>
        <w:tc>
          <w:tcPr>
            <w:tcW w:w="73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79B0E257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1E820AA" w14:textId="5459732E" w:rsidR="00761097" w:rsidRPr="00761097" w:rsidRDefault="00761097" w:rsidP="0076109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 w:rsidR="00A640A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761097" w:rsidRPr="00761097" w14:paraId="771FDCCF" w14:textId="77777777" w:rsidTr="00761097">
        <w:trPr>
          <w:trHeight w:val="280"/>
        </w:trPr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EFDDC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6109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E805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ACE79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C4FA1" w:rsidRPr="00761097" w14:paraId="65ACA243" w14:textId="77777777" w:rsidTr="00761097">
        <w:trPr>
          <w:trHeight w:val="50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C66DDC6" w14:textId="33A594A5" w:rsidR="006C4FA1" w:rsidRPr="00761097" w:rsidRDefault="006C4FA1" w:rsidP="006C4F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3156B00D" w14:textId="42D1665D" w:rsidR="006C4FA1" w:rsidRPr="00761097" w:rsidRDefault="006C4FA1" w:rsidP="006C4F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odbarvená pole k doplnění účastníkem zadávacího řízení (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včetně 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tovární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ho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označení stroje a nabízenou cenu)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</w:p>
        </w:tc>
      </w:tr>
      <w:tr w:rsidR="006C4FA1" w:rsidRPr="00761097" w14:paraId="4A1A2BDC" w14:textId="77777777" w:rsidTr="00761097">
        <w:trPr>
          <w:trHeight w:val="50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66BA129B" w14:textId="7650D1ED" w:rsidR="006C4FA1" w:rsidRPr="008A44DB" w:rsidRDefault="006C4FA1" w:rsidP="006C4F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9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0B68AF4F" w14:textId="159270A1" w:rsidR="006C4FA1" w:rsidRDefault="006C4FA1" w:rsidP="006C4F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*hodnotící kritérium ve smyslu čl. 13 Výzvy k podání nabídky</w:t>
            </w:r>
          </w:p>
        </w:tc>
      </w:tr>
      <w:tr w:rsidR="006C4FA1" w:rsidRPr="00761097" w14:paraId="616872B7" w14:textId="77777777" w:rsidTr="00761097">
        <w:trPr>
          <w:trHeight w:val="50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78D705BA" w14:textId="2DF789F6" w:rsidR="006C4FA1" w:rsidRPr="008A44DB" w:rsidRDefault="006C4FA1" w:rsidP="006C4F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9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6C039B44" w14:textId="0C74620F" w:rsidR="006C4FA1" w:rsidRDefault="006C4FA1" w:rsidP="006C4F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 součet ceny celkem je odpovědný účastník.</w:t>
            </w:r>
          </w:p>
        </w:tc>
      </w:tr>
      <w:tr w:rsidR="00DC081B" w:rsidRPr="00761097" w14:paraId="382E63FE" w14:textId="77777777" w:rsidTr="00761097">
        <w:trPr>
          <w:trHeight w:val="50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</w:tcPr>
          <w:p w14:paraId="29C46A9C" w14:textId="40EF0851" w:rsidR="00DC081B" w:rsidRDefault="00DC081B" w:rsidP="006C4FA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9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</w:tcPr>
          <w:p w14:paraId="6F3AA73B" w14:textId="4A5DD118" w:rsidR="00DC081B" w:rsidRDefault="00DC081B" w:rsidP="006C4FA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Zaškolení zaměstnanců v počtu min. 2 osoby myšleno pro každý stroj samostatně (tj. při počtu 4 strojů tak bude zaškoleno min. 8 osob).</w:t>
            </w:r>
          </w:p>
        </w:tc>
      </w:tr>
      <w:tr w:rsidR="00761097" w:rsidRPr="00761097" w14:paraId="4E6D6A1A" w14:textId="77777777" w:rsidTr="00761097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BF61" w14:textId="77777777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FBA4F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B733D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0E5D1" w14:textId="77777777" w:rsidR="00761097" w:rsidRPr="00761097" w:rsidRDefault="00761097" w:rsidP="00761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61097" w:rsidRPr="00761097" w14:paraId="37A5CF81" w14:textId="77777777" w:rsidTr="006C4FA1">
        <w:trPr>
          <w:trHeight w:val="285"/>
        </w:trPr>
        <w:tc>
          <w:tcPr>
            <w:tcW w:w="5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71D40" w14:textId="12187DE5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9EB53" w14:textId="25FA659A" w:rsidR="00761097" w:rsidRPr="00761097" w:rsidRDefault="00761097" w:rsidP="0076109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87F8F83" w14:textId="77777777" w:rsidR="00761097" w:rsidRDefault="00761097" w:rsidP="00761097">
      <w:pPr>
        <w:rPr>
          <w:sz w:val="20"/>
          <w:szCs w:val="20"/>
        </w:rPr>
      </w:pPr>
    </w:p>
    <w:sectPr w:rsidR="00761097" w:rsidSect="00DC08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29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00759" w14:textId="77777777" w:rsidR="001D4A95" w:rsidRDefault="001D4A95" w:rsidP="00962258">
      <w:pPr>
        <w:spacing w:after="0" w:line="240" w:lineRule="auto"/>
      </w:pPr>
      <w:r>
        <w:separator/>
      </w:r>
    </w:p>
  </w:endnote>
  <w:endnote w:type="continuationSeparator" w:id="0">
    <w:p w14:paraId="64269BF6" w14:textId="77777777" w:rsidR="001D4A95" w:rsidRDefault="001D4A9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C7735" w14:textId="77777777" w:rsidR="00DC081B" w:rsidRDefault="00DC08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665550C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4F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4F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401781F4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4F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4F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3991B306" w14:textId="77777777" w:rsidR="005A4944" w:rsidRDefault="00DC081B" w:rsidP="005A4944">
          <w:pPr>
            <w:pStyle w:val="Zpat"/>
          </w:pPr>
          <w:r>
            <w:t>Oblastní ředitelství Ostrava</w:t>
          </w:r>
        </w:p>
        <w:p w14:paraId="372273FC" w14:textId="77777777" w:rsidR="00DC081B" w:rsidRDefault="00DC081B" w:rsidP="005A4944">
          <w:pPr>
            <w:pStyle w:val="Zpat"/>
          </w:pPr>
          <w:r>
            <w:t>Muglinovská 1038/5</w:t>
          </w:r>
        </w:p>
        <w:p w14:paraId="170D4EAF" w14:textId="35DD7580" w:rsidR="00DC081B" w:rsidRDefault="00DC081B" w:rsidP="005A4944">
          <w:pPr>
            <w:pStyle w:val="Zpat"/>
          </w:pPr>
          <w:r>
            <w:t>702 00 Ostrava</w:t>
          </w: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65AE2" w14:textId="77777777" w:rsidR="001D4A95" w:rsidRDefault="001D4A95" w:rsidP="00962258">
      <w:pPr>
        <w:spacing w:after="0" w:line="240" w:lineRule="auto"/>
      </w:pPr>
      <w:r>
        <w:separator/>
      </w:r>
    </w:p>
  </w:footnote>
  <w:footnote w:type="continuationSeparator" w:id="0">
    <w:p w14:paraId="562B3AB1" w14:textId="77777777" w:rsidR="001D4A95" w:rsidRDefault="001D4A9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7658" w14:textId="77777777" w:rsidR="00DC081B" w:rsidRDefault="00DC08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7CC4B4" w14:textId="297847E9" w:rsidR="00A640A5" w:rsidRPr="009618D3" w:rsidRDefault="00A640A5" w:rsidP="00A640A5">
          <w:pPr>
            <w:tabs>
              <w:tab w:val="center" w:pos="4536"/>
              <w:tab w:val="right" w:pos="9072"/>
            </w:tabs>
            <w:rPr>
              <w:rFonts w:eastAsia="Calibri" w:cstheme="minorHAnsi"/>
              <w:sz w:val="18"/>
            </w:rPr>
          </w:pPr>
          <w:r>
            <w:rPr>
              <w:rFonts w:eastAsia="Calibri" w:cstheme="minorHAnsi"/>
              <w:sz w:val="18"/>
            </w:rPr>
            <w:t xml:space="preserve">            </w:t>
          </w:r>
          <w:r w:rsidRPr="009618D3">
            <w:rPr>
              <w:rFonts w:eastAsia="Calibri" w:cstheme="minorHAnsi"/>
              <w:sz w:val="18"/>
            </w:rPr>
            <w:t>Příloha 1</w:t>
          </w:r>
          <w:r>
            <w:rPr>
              <w:rFonts w:eastAsia="Calibri" w:cstheme="minorHAnsi"/>
              <w:sz w:val="18"/>
            </w:rPr>
            <w:t>4</w:t>
          </w:r>
          <w:r w:rsidRPr="009618D3">
            <w:rPr>
              <w:rFonts w:eastAsia="Calibri" w:cstheme="minorHAnsi"/>
              <w:sz w:val="18"/>
            </w:rPr>
            <w:t xml:space="preserve"> Výzvy k podání nabídek:</w:t>
          </w:r>
        </w:p>
        <w:p w14:paraId="15ACFF37" w14:textId="59932CFE" w:rsidR="007027E7" w:rsidRPr="00C003BA" w:rsidRDefault="00A640A5" w:rsidP="00A640A5">
          <w:pPr>
            <w:pStyle w:val="Druhdokumentu"/>
            <w:jc w:val="left"/>
            <w:rPr>
              <w:color w:val="002060"/>
              <w:sz w:val="24"/>
              <w:szCs w:val="24"/>
            </w:rPr>
          </w:pPr>
          <w:r>
            <w:rPr>
              <w:sz w:val="18"/>
              <w:szCs w:val="18"/>
            </w:rPr>
            <w:t xml:space="preserve">              </w:t>
          </w:r>
          <w:r w:rsidRPr="00F64F95">
            <w:rPr>
              <w:b w:val="0"/>
              <w:color w:val="auto"/>
              <w:sz w:val="18"/>
              <w:szCs w:val="18"/>
            </w:rPr>
            <w:t>Formulář pro cenovou nabídku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DC081B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E82CFE" w14:textId="77777777" w:rsidR="009F392E" w:rsidRPr="00B352E2" w:rsidRDefault="009F392E" w:rsidP="00DC081B"/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57308457" name="Obrázek 1157308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39704111">
    <w:abstractNumId w:val="1"/>
  </w:num>
  <w:num w:numId="2" w16cid:durableId="914584124">
    <w:abstractNumId w:val="0"/>
  </w:num>
  <w:num w:numId="3" w16cid:durableId="1566448453">
    <w:abstractNumId w:val="9"/>
  </w:num>
  <w:num w:numId="4" w16cid:durableId="717895165">
    <w:abstractNumId w:val="3"/>
  </w:num>
  <w:num w:numId="5" w16cid:durableId="528954930">
    <w:abstractNumId w:val="7"/>
  </w:num>
  <w:num w:numId="6" w16cid:durableId="1311787327">
    <w:abstractNumId w:val="5"/>
  </w:num>
  <w:num w:numId="7" w16cid:durableId="58284865">
    <w:abstractNumId w:val="6"/>
  </w:num>
  <w:num w:numId="8" w16cid:durableId="1541019113">
    <w:abstractNumId w:val="2"/>
  </w:num>
  <w:num w:numId="9" w16cid:durableId="43918869">
    <w:abstractNumId w:val="8"/>
  </w:num>
  <w:num w:numId="10" w16cid:durableId="186419990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26BEB"/>
    <w:rsid w:val="00170EC5"/>
    <w:rsid w:val="001747C1"/>
    <w:rsid w:val="00186692"/>
    <w:rsid w:val="00190B15"/>
    <w:rsid w:val="001B4E74"/>
    <w:rsid w:val="001D4A95"/>
    <w:rsid w:val="001D66BD"/>
    <w:rsid w:val="001F10F0"/>
    <w:rsid w:val="00203D71"/>
    <w:rsid w:val="00207DF5"/>
    <w:rsid w:val="002234D1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301A67"/>
    <w:rsid w:val="0030674D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4A4C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A5570"/>
    <w:rsid w:val="006A689C"/>
    <w:rsid w:val="006B3D79"/>
    <w:rsid w:val="006C4FA1"/>
    <w:rsid w:val="006D0CB3"/>
    <w:rsid w:val="006E0578"/>
    <w:rsid w:val="006E314D"/>
    <w:rsid w:val="007027E7"/>
    <w:rsid w:val="00710723"/>
    <w:rsid w:val="0071113A"/>
    <w:rsid w:val="00723ED1"/>
    <w:rsid w:val="0073014B"/>
    <w:rsid w:val="00742F51"/>
    <w:rsid w:val="00743525"/>
    <w:rsid w:val="007535FF"/>
    <w:rsid w:val="00761097"/>
    <w:rsid w:val="0076286B"/>
    <w:rsid w:val="0076544E"/>
    <w:rsid w:val="00766846"/>
    <w:rsid w:val="00771592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57DDC"/>
    <w:rsid w:val="00874CD4"/>
    <w:rsid w:val="00890B7C"/>
    <w:rsid w:val="00895BBB"/>
    <w:rsid w:val="008A3568"/>
    <w:rsid w:val="008A44DB"/>
    <w:rsid w:val="008A6B06"/>
    <w:rsid w:val="008D03B9"/>
    <w:rsid w:val="008F07AD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40A5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03BA"/>
    <w:rsid w:val="00C02D0A"/>
    <w:rsid w:val="00C03A6E"/>
    <w:rsid w:val="00C3606B"/>
    <w:rsid w:val="00C420CA"/>
    <w:rsid w:val="00C44F6A"/>
    <w:rsid w:val="00C47B1C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A2D31"/>
    <w:rsid w:val="00DA3711"/>
    <w:rsid w:val="00DC081B"/>
    <w:rsid w:val="00DD46F3"/>
    <w:rsid w:val="00DE56F2"/>
    <w:rsid w:val="00DE68D5"/>
    <w:rsid w:val="00DF116D"/>
    <w:rsid w:val="00DF224E"/>
    <w:rsid w:val="00E02702"/>
    <w:rsid w:val="00E02F69"/>
    <w:rsid w:val="00E1013A"/>
    <w:rsid w:val="00E218B5"/>
    <w:rsid w:val="00E260F5"/>
    <w:rsid w:val="00E5343F"/>
    <w:rsid w:val="00E762E9"/>
    <w:rsid w:val="00E8065E"/>
    <w:rsid w:val="00E8470D"/>
    <w:rsid w:val="00E8479C"/>
    <w:rsid w:val="00EA4AFA"/>
    <w:rsid w:val="00EB104F"/>
    <w:rsid w:val="00EC303A"/>
    <w:rsid w:val="00ED14BD"/>
    <w:rsid w:val="00ED5B44"/>
    <w:rsid w:val="00EE30C1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3B9553-212F-4A52-B4B9-3C00904F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12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7</cp:revision>
  <cp:lastPrinted>2021-04-30T05:48:00Z</cp:lastPrinted>
  <dcterms:created xsi:type="dcterms:W3CDTF">2023-05-20T15:02:00Z</dcterms:created>
  <dcterms:modified xsi:type="dcterms:W3CDTF">2023-06-07T04:46:00Z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